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Smlouvy</w:t>
      </w:r>
    </w:p>
    <w:p w14:paraId="7170B850" w14:textId="0A568892" w:rsidR="0015669F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  <w:bookmarkStart w:id="0" w:name="_GoBack"/>
      <w:bookmarkEnd w:id="0"/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15669F" w:rsidRPr="00FD23CD" w14:paraId="3F3763BC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0585950E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Manažer kvality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73B7AC4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2FAD948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E13" w14:textId="77777777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82E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A50D11C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972E12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735A2E4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B6BDFF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0A3D02E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9F7D288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76B2" w14:textId="4D238775" w:rsidR="00813DC4" w:rsidRPr="00E002C3" w:rsidRDefault="00813DC4" w:rsidP="00813DC4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688C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B87A2EA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D81E5F8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B60116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8903CC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C18440F" w14:textId="56637F5A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8BDD907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1C7F" w14:textId="4506B5D1" w:rsidR="00813DC4" w:rsidRPr="00E002C3" w:rsidRDefault="00813DC4" w:rsidP="00813DC4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FCF3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3BE9D0F1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4017F27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877A73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1572E6B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1F40057" w14:textId="489C8A40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1133401F" w14:textId="7472AD41" w:rsidR="00B85B4C" w:rsidRDefault="00B85B4C" w:rsidP="00F0533E">
      <w:pPr>
        <w:rPr>
          <w:b/>
          <w:u w:val="single"/>
        </w:rPr>
      </w:pPr>
    </w:p>
    <w:p w14:paraId="6E6D9C6F" w14:textId="376A9C72" w:rsidR="00D53800" w:rsidRPr="007A43E2" w:rsidRDefault="007A43E2" w:rsidP="00F0533E">
      <w:r w:rsidRPr="007A43E2">
        <w:rPr>
          <w:rFonts w:ascii="Verdana" w:hAnsi="Verdana"/>
          <w:color w:val="000000"/>
        </w:rPr>
        <w:t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sp.zn. 74843/2020-SŽ-GŘ-O8</w:t>
      </w:r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DA8D3" w14:textId="77777777" w:rsidR="006459FC" w:rsidRDefault="006459FC" w:rsidP="00962258">
      <w:pPr>
        <w:spacing w:after="0" w:line="240" w:lineRule="auto"/>
      </w:pPr>
      <w:r>
        <w:separator/>
      </w:r>
    </w:p>
  </w:endnote>
  <w:endnote w:type="continuationSeparator" w:id="0">
    <w:p w14:paraId="0B6475C7" w14:textId="77777777" w:rsidR="006459FC" w:rsidRDefault="006459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5378C01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2611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2611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1F3095B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2611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2611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2F51B" w14:textId="77777777" w:rsidR="006459FC" w:rsidRDefault="006459FC" w:rsidP="00962258">
      <w:pPr>
        <w:spacing w:after="0" w:line="240" w:lineRule="auto"/>
      </w:pPr>
      <w:r>
        <w:separator/>
      </w:r>
    </w:p>
  </w:footnote>
  <w:footnote w:type="continuationSeparator" w:id="0">
    <w:p w14:paraId="1776EE22" w14:textId="77777777" w:rsidR="006459FC" w:rsidRDefault="006459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3775F"/>
    <w:rsid w:val="00072C1E"/>
    <w:rsid w:val="000E23A7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207DF5"/>
    <w:rsid w:val="00280E07"/>
    <w:rsid w:val="002C31BF"/>
    <w:rsid w:val="002D08B1"/>
    <w:rsid w:val="002E0CD7"/>
    <w:rsid w:val="0032611D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9F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F56A7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FC4"/>
    <w:rsid w:val="00D21061"/>
    <w:rsid w:val="00D4108E"/>
    <w:rsid w:val="00D53800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B8587D-3A3F-47D0-93F6-0F7D90661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17</TotalTime>
  <Pages>2</Pages>
  <Words>155</Words>
  <Characters>915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14</cp:revision>
  <cp:lastPrinted>2017-11-28T17:18:00Z</cp:lastPrinted>
  <dcterms:created xsi:type="dcterms:W3CDTF">2020-02-20T14:02:00Z</dcterms:created>
  <dcterms:modified xsi:type="dcterms:W3CDTF">2022-05-18T08:27:00Z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